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FBD0" w14:textId="3DE41EE0" w:rsidR="00F966B4" w:rsidRPr="00344705" w:rsidRDefault="00F966B4" w:rsidP="00F966B4">
      <w:pPr>
        <w:rPr>
          <w:rFonts w:ascii="Times New Roman" w:hAnsi="Times New Roman"/>
          <w:lang w:val="et-EE"/>
        </w:rPr>
      </w:pPr>
      <w:r w:rsidRPr="00344705">
        <w:rPr>
          <w:rFonts w:ascii="Times New Roman" w:hAnsi="Times New Roman"/>
          <w:lang w:val="et-EE"/>
        </w:rPr>
        <w:t>Transpordiamet</w:t>
      </w:r>
    </w:p>
    <w:p w14:paraId="73401B5F" w14:textId="1D6BE81C" w:rsidR="00F966B4" w:rsidRDefault="00F966B4" w:rsidP="00F966B4">
      <w:pPr>
        <w:rPr>
          <w:rFonts w:ascii="Times New Roman" w:hAnsi="Times New Roman"/>
        </w:rPr>
      </w:pPr>
      <w:hyperlink r:id="rId11" w:history="1">
        <w:r w:rsidRPr="00F966B4">
          <w:rPr>
            <w:rStyle w:val="Hyperlink"/>
            <w:rFonts w:ascii="Times New Roman" w:hAnsi="Times New Roman"/>
            <w:lang w:val="et-EE"/>
          </w:rPr>
          <w:t>maantee@transpordiamet.ee</w:t>
        </w:r>
      </w:hyperlink>
      <w:r w:rsidRPr="00F966B4">
        <w:rPr>
          <w:rFonts w:ascii="Times New Roman" w:hAnsi="Times New Roman"/>
          <w:lang w:val="et-EE"/>
        </w:rPr>
        <w:t xml:space="preserve">                           </w:t>
      </w:r>
      <w:r w:rsidR="00344705" w:rsidRPr="00344705">
        <w:rPr>
          <w:rFonts w:ascii="Times New Roman" w:hAnsi="Times New Roman"/>
          <w:lang w:val="et-EE"/>
        </w:rPr>
        <w:t xml:space="preserve">        </w:t>
      </w:r>
      <w:r w:rsidR="00344705">
        <w:rPr>
          <w:rFonts w:ascii="Times New Roman" w:hAnsi="Times New Roman"/>
          <w:lang w:val="et-EE"/>
        </w:rPr>
        <w:t xml:space="preserve">      </w:t>
      </w:r>
      <w:r w:rsidR="00344705" w:rsidRPr="00344705">
        <w:rPr>
          <w:rFonts w:ascii="Times New Roman" w:hAnsi="Times New Roman"/>
          <w:lang w:val="et-EE"/>
        </w:rPr>
        <w:t xml:space="preserve">                </w:t>
      </w:r>
      <w:r w:rsidR="00750948">
        <w:rPr>
          <w:rFonts w:ascii="Times New Roman" w:hAnsi="Times New Roman"/>
          <w:lang w:val="et-EE"/>
        </w:rPr>
        <w:t>06</w:t>
      </w:r>
      <w:r w:rsidRPr="00F966B4">
        <w:rPr>
          <w:rFonts w:ascii="Times New Roman" w:hAnsi="Times New Roman"/>
          <w:lang w:val="et-EE"/>
        </w:rPr>
        <w:t>.0</w:t>
      </w:r>
      <w:r w:rsidR="00750948">
        <w:rPr>
          <w:rFonts w:ascii="Times New Roman" w:hAnsi="Times New Roman"/>
          <w:lang w:val="et-EE"/>
        </w:rPr>
        <w:t>8</w:t>
      </w:r>
      <w:r w:rsidRPr="00F966B4">
        <w:rPr>
          <w:rFonts w:ascii="Times New Roman" w:hAnsi="Times New Roman"/>
          <w:lang w:val="et-EE"/>
        </w:rPr>
        <w:t>.2025 nr JV-MAA-1/</w:t>
      </w:r>
      <w:r w:rsidR="00A25DC6" w:rsidRPr="00A25DC6">
        <w:rPr>
          <w:rFonts w:ascii="Times New Roman" w:hAnsi="Times New Roman"/>
        </w:rPr>
        <w:t>3642</w:t>
      </w:r>
    </w:p>
    <w:p w14:paraId="77EAC709" w14:textId="77777777" w:rsidR="00087852" w:rsidRPr="00F966B4" w:rsidRDefault="00087852" w:rsidP="00F966B4">
      <w:pPr>
        <w:rPr>
          <w:rFonts w:ascii="Times New Roman" w:hAnsi="Times New Roman"/>
          <w:lang w:val="et-EE"/>
        </w:rPr>
      </w:pPr>
    </w:p>
    <w:p w14:paraId="7D671048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76B315F6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  <w:r w:rsidRPr="00F966B4">
        <w:rPr>
          <w:rFonts w:ascii="Times New Roman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F966B4" w:rsidRPr="00F966B4" w14:paraId="611BD806" w14:textId="77777777" w:rsidTr="00754478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F5E6A7D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4281B7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1B1BCA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AA0382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F96FAF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</w:t>
            </w:r>
          </w:p>
          <w:p w14:paraId="6E25FA6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ANDMED</w:t>
            </w:r>
          </w:p>
          <w:p w14:paraId="4203BE6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4AD04E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1CA12F2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6E9B28A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173C36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 Elektrilevi OÜ</w:t>
            </w:r>
          </w:p>
        </w:tc>
      </w:tr>
      <w:tr w:rsidR="00F966B4" w:rsidRPr="00F966B4" w14:paraId="77F5696B" w14:textId="77777777" w:rsidTr="00754478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43B525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2D1DC1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Registrikood: 11050857</w:t>
            </w:r>
          </w:p>
        </w:tc>
      </w:tr>
      <w:tr w:rsidR="00F966B4" w:rsidRPr="00F966B4" w14:paraId="61F119AA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CDA32DF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DE585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Aadress: Veskiposti 2, 10138 Tallinn</w:t>
            </w:r>
          </w:p>
        </w:tc>
      </w:tr>
      <w:tr w:rsidR="00F966B4" w:rsidRPr="00F966B4" w14:paraId="6AA4A50A" w14:textId="77777777" w:rsidTr="00754478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97270F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6578C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Õigustatud isiku poolne lepingu sõlmija nimi</w:t>
            </w:r>
          </w:p>
          <w:p w14:paraId="6DD6F5E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Andra McManus</w:t>
            </w:r>
          </w:p>
        </w:tc>
      </w:tr>
      <w:tr w:rsidR="00F966B4" w:rsidRPr="00F966B4" w14:paraId="035B2302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95C4FD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570CC5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F966B4" w:rsidRPr="00F966B4" w14:paraId="1057F964" w14:textId="77777777" w:rsidTr="00754478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5A5AC6A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7833CE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Lepingu sõlmija e-posti aadress, telefoni number (mitte lisada organisatsiooni üldtelefoni) </w:t>
            </w:r>
          </w:p>
          <w:p w14:paraId="30C4FE2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hyperlink r:id="rId12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Andra.McManus @elektrilevi.ee</w:t>
              </w:r>
            </w:hyperlink>
            <w:r w:rsidRPr="00F966B4">
              <w:rPr>
                <w:rFonts w:ascii="Times New Roman" w:hAnsi="Times New Roman"/>
                <w:lang w:val="et-EE"/>
              </w:rPr>
              <w:t>, tel 5123441</w:t>
            </w:r>
          </w:p>
        </w:tc>
      </w:tr>
      <w:tr w:rsidR="00F966B4" w:rsidRPr="00F966B4" w14:paraId="5C3FCC24" w14:textId="77777777" w:rsidTr="00754478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A071A2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D8396E0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</w:t>
            </w:r>
            <w:r w:rsidRPr="00F966B4">
              <w:rPr>
                <w:rFonts w:ascii="Times New Roman" w:hAnsi="Times New Roman"/>
              </w:rPr>
              <w:t xml:space="preserve"> Krista Ahman</w:t>
            </w:r>
          </w:p>
        </w:tc>
      </w:tr>
      <w:tr w:rsidR="00F966B4" w:rsidRPr="00F966B4" w14:paraId="732FD939" w14:textId="77777777" w:rsidTr="00754478">
        <w:trPr>
          <w:trHeight w:val="93"/>
        </w:trPr>
        <w:tc>
          <w:tcPr>
            <w:tcW w:w="30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8766D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380C67A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e-posti aadress, telefoni number </w:t>
            </w:r>
          </w:p>
          <w:p w14:paraId="2A9D1879" w14:textId="77777777" w:rsidR="00242CFD" w:rsidRDefault="00F966B4" w:rsidP="00F966B4">
            <w:pPr>
              <w:rPr>
                <w:rFonts w:ascii="Times New Roman" w:hAnsi="Times New Roman"/>
              </w:rPr>
            </w:pPr>
            <w:hyperlink r:id="rId13" w:history="1">
              <w:r w:rsidRPr="00242CFD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Krista.Ahman@elektrilevi.ee</w:t>
              </w:r>
            </w:hyperlink>
            <w:r w:rsidRPr="00F966B4">
              <w:rPr>
                <w:rFonts w:ascii="Times New Roman" w:hAnsi="Times New Roman"/>
              </w:rPr>
              <w:t xml:space="preserve"> </w:t>
            </w:r>
          </w:p>
          <w:p w14:paraId="05F06A6F" w14:textId="51AAE1C6" w:rsidR="00F966B4" w:rsidRPr="00F966B4" w:rsidRDefault="00F966B4" w:rsidP="00242CFD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</w:rPr>
              <w:t>5291160</w:t>
            </w:r>
          </w:p>
        </w:tc>
      </w:tr>
      <w:tr w:rsidR="00F966B4" w:rsidRPr="00F966B4" w14:paraId="2F586E54" w14:textId="77777777" w:rsidTr="00754478">
        <w:trPr>
          <w:trHeight w:val="50"/>
        </w:trPr>
        <w:tc>
          <w:tcPr>
            <w:tcW w:w="30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AD42B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4AE431D4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iCs/>
              </w:rPr>
              <w:t>Tehnovõrk on vajalik avalikes huvides ning arenduskohustuse täitmiseks</w:t>
            </w:r>
          </w:p>
        </w:tc>
      </w:tr>
      <w:tr w:rsidR="00F966B4" w:rsidRPr="00F966B4" w14:paraId="6D81C5B7" w14:textId="77777777" w:rsidTr="00754478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E8D5DF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405A9137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u w:val="single"/>
                <w:lang w:val="et-EE"/>
              </w:rPr>
            </w:pPr>
          </w:p>
        </w:tc>
      </w:tr>
      <w:tr w:rsidR="00F966B4" w:rsidRPr="00F966B4" w14:paraId="1CCD685B" w14:textId="77777777" w:rsidTr="00754478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68AFC6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D02169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429A5E1" w14:textId="42993051" w:rsidR="00F966B4" w:rsidRPr="00F966B4" w:rsidRDefault="00F966B4" w:rsidP="0006579C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 w:rsidR="00B11D32">
              <w:rPr>
                <w:rFonts w:ascii="Times New Roman" w:hAnsi="Times New Roman"/>
                <w:lang w:val="et-EE"/>
              </w:rPr>
              <w:t xml:space="preserve">: </w:t>
            </w:r>
            <w:r w:rsidR="0006579C">
              <w:t xml:space="preserve"> </w:t>
            </w:r>
            <w:r w:rsidR="0006579C" w:rsidRPr="0006579C">
              <w:rPr>
                <w:rFonts w:ascii="Times New Roman" w:hAnsi="Times New Roman"/>
                <w:i/>
                <w:iCs/>
                <w:lang w:val="et-EE"/>
              </w:rPr>
              <w:t xml:space="preserve">LC2905 „Kõrve tn 4 ja 6 peakaitsme suurendamine, Kõrveküla alevik, Tartu vald, Tartu maakond.“. </w:t>
            </w:r>
          </w:p>
        </w:tc>
      </w:tr>
      <w:tr w:rsidR="00F966B4" w:rsidRPr="00F966B4" w14:paraId="403F0261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F2926B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8732A1" w14:textId="07B5350E" w:rsidR="007A2F74" w:rsidRPr="007A2F74" w:rsidRDefault="00F966B4" w:rsidP="007A2F7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Projekti koostaja; </w:t>
            </w:r>
            <w:r w:rsidR="007A2F74">
              <w:t xml:space="preserve"> </w:t>
            </w:r>
            <w:r w:rsidR="007A2F74" w:rsidRPr="007A2F74">
              <w:rPr>
                <w:rFonts w:ascii="Times New Roman" w:hAnsi="Times New Roman"/>
                <w:lang w:val="et-EE"/>
              </w:rPr>
              <w:t xml:space="preserve">Andres Pukka </w:t>
            </w:r>
          </w:p>
          <w:p w14:paraId="01DAC187" w14:textId="7D7A8F4A" w:rsidR="00F966B4" w:rsidRPr="00F966B4" w:rsidRDefault="007A2F74" w:rsidP="007A2F74">
            <w:pPr>
              <w:rPr>
                <w:rFonts w:ascii="Times New Roman" w:hAnsi="Times New Roman"/>
                <w:lang w:val="et-EE"/>
              </w:rPr>
            </w:pPr>
            <w:r w:rsidRPr="007A2F74">
              <w:rPr>
                <w:rFonts w:ascii="Times New Roman" w:hAnsi="Times New Roman"/>
                <w:lang w:val="et-EE"/>
              </w:rPr>
              <w:t>Elram OÜ</w:t>
            </w:r>
            <w:r>
              <w:rPr>
                <w:rFonts w:ascii="Times New Roman" w:hAnsi="Times New Roman"/>
                <w:lang w:val="et-EE"/>
              </w:rPr>
              <w:t>, A</w:t>
            </w:r>
            <w:r w:rsidRPr="007A2F74">
              <w:rPr>
                <w:rFonts w:ascii="Times New Roman" w:hAnsi="Times New Roman"/>
                <w:lang w:val="et-EE"/>
              </w:rPr>
              <w:t>ndres.Pukka@elram.ee</w:t>
            </w:r>
          </w:p>
        </w:tc>
      </w:tr>
      <w:tr w:rsidR="00F966B4" w:rsidRPr="00F966B4" w14:paraId="325992C6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C4B0EC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41B9CC3" w14:textId="5C0A8FC8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="008541B7">
              <w:t xml:space="preserve"> </w:t>
            </w:r>
            <w:r w:rsidR="008541B7" w:rsidRPr="008541B7">
              <w:rPr>
                <w:rFonts w:ascii="Times New Roman" w:hAnsi="Times New Roman"/>
                <w:lang w:val="et-EE"/>
              </w:rPr>
              <w:t>05.08.2025  nr 7.1-2/25/11530-2</w:t>
            </w:r>
          </w:p>
        </w:tc>
      </w:tr>
      <w:tr w:rsidR="00F966B4" w:rsidRPr="00F966B4" w14:paraId="3369F027" w14:textId="77777777" w:rsidTr="00754478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076A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CB55590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3A04E2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7E3FE8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0A81CE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C6A2CB9" w14:textId="77777777" w:rsidR="00F966B4" w:rsidRPr="00F966B4" w:rsidRDefault="00F966B4" w:rsidP="00344705">
            <w:pPr>
              <w:ind w:left="360"/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1.KOORMATAVA</w:t>
            </w:r>
          </w:p>
          <w:p w14:paraId="1042AE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RIIGIMAA ANDMED (info RKVRist ja Maa- ja Ruumiameti kaardirakendusest)</w:t>
            </w:r>
          </w:p>
          <w:p w14:paraId="69395A4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2CAA6B4" w14:textId="39D042DC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Number ja nimetus: </w:t>
            </w:r>
            <w:r w:rsidR="0087457A" w:rsidRPr="0087457A">
              <w:rPr>
                <w:rFonts w:ascii="AvenirLTStd-Light" w:hAnsi="AvenirLTStd-Light"/>
                <w:color w:val="000000"/>
                <w:sz w:val="23"/>
                <w:szCs w:val="23"/>
                <w:shd w:val="clear" w:color="auto" w:fill="E8E5DA"/>
              </w:rPr>
              <w:t xml:space="preserve"> </w:t>
            </w:r>
            <w:r w:rsidR="0087457A" w:rsidRPr="0087457A">
              <w:rPr>
                <w:rFonts w:ascii="Times New Roman" w:hAnsi="Times New Roman"/>
              </w:rPr>
              <w:t>3 Jõhvi-Tartu-Valga tee</w:t>
            </w:r>
          </w:p>
        </w:tc>
      </w:tr>
      <w:tr w:rsidR="00F966B4" w:rsidRPr="00F966B4" w14:paraId="7C083D3D" w14:textId="77777777" w:rsidTr="00754478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EDA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A8D5BD1" w14:textId="00808B55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 w:rsidR="0087457A">
              <w:t xml:space="preserve"> </w:t>
            </w:r>
            <w:r w:rsidR="0087457A" w:rsidRPr="0087457A">
              <w:rPr>
                <w:rFonts w:ascii="Times New Roman" w:hAnsi="Times New Roman"/>
                <w:lang w:val="et-EE"/>
              </w:rPr>
              <w:t>79403:002:0126</w:t>
            </w:r>
          </w:p>
        </w:tc>
      </w:tr>
      <w:tr w:rsidR="00F966B4" w:rsidRPr="00F966B4" w14:paraId="7B18944B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359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26F839B" w14:textId="267984D9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="00201752" w:rsidRPr="00201752">
              <w:rPr>
                <w:rFonts w:ascii="Times New Roman" w:hAnsi="Times New Roman"/>
                <w:lang w:val="et-EE"/>
              </w:rPr>
              <w:tab/>
            </w:r>
            <w:r w:rsidR="003C651D" w:rsidRPr="003C651D">
              <w:rPr>
                <w:rFonts w:ascii="Times New Roman" w:hAnsi="Times New Roman"/>
                <w:lang w:val="et-EE"/>
              </w:rPr>
              <w:t>5706350</w:t>
            </w:r>
          </w:p>
        </w:tc>
      </w:tr>
      <w:tr w:rsidR="00F966B4" w:rsidRPr="00F966B4" w14:paraId="6DC79571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DE9E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03D322" w14:textId="09C24D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 w:rsidRPr="00465F2D"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r w:rsidR="00465F2D" w:rsidRPr="00465F2D">
              <w:rPr>
                <w:color w:val="000000" w:themeColor="text1"/>
              </w:rPr>
              <w:t xml:space="preserve"> </w:t>
            </w:r>
            <w:hyperlink r:id="rId14" w:tgtFrame="_blank" w:history="1">
              <w:r w:rsidR="00465F2D" w:rsidRPr="00465F2D">
                <w:rPr>
                  <w:rStyle w:val="Hyperlink"/>
                  <w:rFonts w:ascii="Times New Roman" w:hAnsi="Times New Roman"/>
                  <w:color w:val="000000" w:themeColor="text1"/>
                  <w:u w:val="none"/>
                </w:rPr>
                <w:t>KV67863</w:t>
              </w:r>
            </w:hyperlink>
          </w:p>
        </w:tc>
      </w:tr>
      <w:tr w:rsidR="00F966B4" w:rsidRPr="00F966B4" w14:paraId="3C061758" w14:textId="77777777" w:rsidTr="00754478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D04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A7352D1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53CD76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A210641" w14:textId="7329BD66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="00750B34" w:rsidRPr="00750B3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750B34" w:rsidRPr="00750B34">
              <w:rPr>
                <w:rFonts w:ascii="Times New Roman" w:hAnsi="Times New Roman"/>
              </w:rPr>
              <w:t>898259</w:t>
            </w:r>
          </w:p>
          <w:p w14:paraId="50EBD409" w14:textId="1F6FB584" w:rsidR="00E10024" w:rsidRPr="00A51C44" w:rsidRDefault="00A51C44" w:rsidP="00E10024">
            <w:pPr>
              <w:rPr>
                <w:rFonts w:ascii="Times New Roman" w:hAnsi="Times New Roman"/>
              </w:rPr>
            </w:pPr>
            <w:hyperlink r:id="rId15" w:history="1">
              <w:r w:rsidRPr="00A51C44">
                <w:rPr>
                  <w:rStyle w:val="Hyperlink"/>
                  <w:rFonts w:ascii="Times New Roman" w:hAnsi="Times New Roman"/>
                </w:rPr>
                <w:t>https://pari.kataster.ee/magic-link/b26cfae2-896d-4b28-b137-ca165e62419a</w:t>
              </w:r>
            </w:hyperlink>
          </w:p>
          <w:p w14:paraId="2930464F" w14:textId="565236BC" w:rsidR="00A51C44" w:rsidRPr="00F966B4" w:rsidRDefault="00A51C44" w:rsidP="00E10024">
            <w:pPr>
              <w:rPr>
                <w:rFonts w:ascii="Times New Roman" w:hAnsi="Times New Roman"/>
                <w:i/>
                <w:iCs/>
                <w:lang w:val="et-EE"/>
              </w:rPr>
            </w:pPr>
          </w:p>
        </w:tc>
      </w:tr>
      <w:tr w:rsidR="00F966B4" w:rsidRPr="00F966B4" w14:paraId="314790D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A723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lastRenderedPageBreak/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BBCB3B9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Elektrilevi OÜ</w:t>
            </w:r>
          </w:p>
        </w:tc>
      </w:tr>
      <w:tr w:rsidR="00F966B4" w:rsidRPr="00F966B4" w14:paraId="2F2614E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8BFF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2E67BBF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Isikliku kasutusõiguse seadmise plaan/-id (Plaanid peavad vastama Transpordiameti kodulehel lisatud </w:t>
            </w:r>
            <w:hyperlink r:id="rId16" w:anchor="mahasoidud-ehitamin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juhendile</w:t>
              </w:r>
            </w:hyperlink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 ja Transpordiameti kooskõlastusele).</w:t>
            </w:r>
          </w:p>
        </w:tc>
      </w:tr>
      <w:tr w:rsidR="00F966B4" w:rsidRPr="00F966B4" w14:paraId="1E3E806C" w14:textId="77777777" w:rsidTr="00754478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FC6C1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8CC3CA0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>Esindusvolitus</w:t>
            </w:r>
          </w:p>
        </w:tc>
      </w:tr>
    </w:tbl>
    <w:p w14:paraId="5ED16ED9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601D710D" w14:textId="23965CD7" w:rsidR="00CB0FEA" w:rsidRDefault="00CB0FEA" w:rsidP="00F966B4">
      <w:pPr>
        <w:rPr>
          <w:sz w:val="20"/>
          <w:szCs w:val="20"/>
        </w:rPr>
      </w:pPr>
    </w:p>
    <w:p w14:paraId="45C8A70B" w14:textId="77777777" w:rsidR="00B664C0" w:rsidRDefault="00B664C0" w:rsidP="00F966B4">
      <w:pPr>
        <w:rPr>
          <w:sz w:val="20"/>
          <w:szCs w:val="20"/>
        </w:rPr>
      </w:pPr>
    </w:p>
    <w:p w14:paraId="1E99B47A" w14:textId="77777777" w:rsidR="00B664C0" w:rsidRDefault="00B664C0" w:rsidP="00F966B4">
      <w:pPr>
        <w:rPr>
          <w:sz w:val="20"/>
          <w:szCs w:val="20"/>
        </w:rPr>
      </w:pPr>
    </w:p>
    <w:p w14:paraId="5AC54C57" w14:textId="1314F814" w:rsidR="00B664C0" w:rsidRPr="002155C5" w:rsidRDefault="00B664C0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Lugupidamisega</w:t>
      </w:r>
    </w:p>
    <w:p w14:paraId="44199E36" w14:textId="77777777" w:rsidR="00B664C0" w:rsidRPr="002155C5" w:rsidRDefault="00B664C0" w:rsidP="00F966B4">
      <w:pPr>
        <w:rPr>
          <w:rFonts w:ascii="Times New Roman" w:hAnsi="Times New Roman"/>
        </w:rPr>
      </w:pPr>
    </w:p>
    <w:p w14:paraId="5103B805" w14:textId="3D9DF3BB" w:rsidR="00B664C0" w:rsidRPr="002155C5" w:rsidRDefault="00B664C0" w:rsidP="00F966B4">
      <w:pPr>
        <w:rPr>
          <w:rFonts w:ascii="Times New Roman" w:hAnsi="Times New Roman"/>
          <w:i/>
          <w:iCs/>
        </w:rPr>
      </w:pPr>
      <w:r w:rsidRPr="002155C5">
        <w:rPr>
          <w:rFonts w:ascii="Times New Roman" w:hAnsi="Times New Roman"/>
          <w:i/>
          <w:iCs/>
        </w:rPr>
        <w:t>/allkirjastatud digitaalselt/</w:t>
      </w:r>
    </w:p>
    <w:p w14:paraId="59CE4BE2" w14:textId="77777777" w:rsidR="002155C5" w:rsidRPr="002155C5" w:rsidRDefault="002155C5" w:rsidP="00F966B4">
      <w:pPr>
        <w:rPr>
          <w:rFonts w:ascii="Times New Roman" w:hAnsi="Times New Roman"/>
        </w:rPr>
      </w:pPr>
    </w:p>
    <w:p w14:paraId="2FE7AA82" w14:textId="1C66A3D1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Krista Ahman</w:t>
      </w:r>
    </w:p>
    <w:p w14:paraId="33BC41F8" w14:textId="00F94FBD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  <w:lang w:val="sv-SE"/>
        </w:rPr>
        <w:t>maaõiguse spetsialist</w:t>
      </w:r>
    </w:p>
    <w:sectPr w:rsidR="002155C5" w:rsidRPr="002155C5" w:rsidSect="008407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A3F7F" w14:textId="77777777" w:rsidR="00B17AE2" w:rsidRDefault="00B17AE2">
      <w:r>
        <w:separator/>
      </w:r>
    </w:p>
  </w:endnote>
  <w:endnote w:type="continuationSeparator" w:id="0">
    <w:p w14:paraId="2A9234FE" w14:textId="77777777" w:rsidR="00B17AE2" w:rsidRDefault="00B17AE2">
      <w:r>
        <w:continuationSeparator/>
      </w:r>
    </w:p>
  </w:endnote>
  <w:endnote w:type="continuationNotice" w:id="1">
    <w:p w14:paraId="3316903F" w14:textId="77777777" w:rsidR="00B17AE2" w:rsidRDefault="00B17A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venirLTStd-Light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E0B5A" w14:textId="77777777" w:rsidR="00B17AE2" w:rsidRDefault="00B17AE2">
      <w:r>
        <w:separator/>
      </w:r>
    </w:p>
  </w:footnote>
  <w:footnote w:type="continuationSeparator" w:id="0">
    <w:p w14:paraId="1192346D" w14:textId="77777777" w:rsidR="00B17AE2" w:rsidRDefault="00B17AE2">
      <w:r>
        <w:continuationSeparator/>
      </w:r>
    </w:p>
  </w:footnote>
  <w:footnote w:type="continuationNotice" w:id="1">
    <w:p w14:paraId="4BD32711" w14:textId="77777777" w:rsidR="00B17AE2" w:rsidRDefault="00B17A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883718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4CD"/>
    <w:rsid w:val="00042427"/>
    <w:rsid w:val="00042C6D"/>
    <w:rsid w:val="000470FF"/>
    <w:rsid w:val="00061FDD"/>
    <w:rsid w:val="00062448"/>
    <w:rsid w:val="0006579C"/>
    <w:rsid w:val="000657E8"/>
    <w:rsid w:val="00074F5B"/>
    <w:rsid w:val="00087852"/>
    <w:rsid w:val="00093668"/>
    <w:rsid w:val="000A4006"/>
    <w:rsid w:val="000B0B73"/>
    <w:rsid w:val="000B1DBF"/>
    <w:rsid w:val="000B417F"/>
    <w:rsid w:val="000B4850"/>
    <w:rsid w:val="000B57BA"/>
    <w:rsid w:val="000C149A"/>
    <w:rsid w:val="000F3E27"/>
    <w:rsid w:val="00103444"/>
    <w:rsid w:val="001100DF"/>
    <w:rsid w:val="00113F3F"/>
    <w:rsid w:val="00120336"/>
    <w:rsid w:val="00126600"/>
    <w:rsid w:val="00130960"/>
    <w:rsid w:val="00131020"/>
    <w:rsid w:val="001336BE"/>
    <w:rsid w:val="00136D40"/>
    <w:rsid w:val="00146F8F"/>
    <w:rsid w:val="001523EE"/>
    <w:rsid w:val="00152A06"/>
    <w:rsid w:val="00162108"/>
    <w:rsid w:val="00175C9F"/>
    <w:rsid w:val="00182C9F"/>
    <w:rsid w:val="0019253D"/>
    <w:rsid w:val="00194EE7"/>
    <w:rsid w:val="001B46D4"/>
    <w:rsid w:val="001C6D3D"/>
    <w:rsid w:val="001D3478"/>
    <w:rsid w:val="001E0921"/>
    <w:rsid w:val="001E09C8"/>
    <w:rsid w:val="001E1C85"/>
    <w:rsid w:val="002002F0"/>
    <w:rsid w:val="0020094F"/>
    <w:rsid w:val="00201752"/>
    <w:rsid w:val="00204AC4"/>
    <w:rsid w:val="0021186E"/>
    <w:rsid w:val="00214C00"/>
    <w:rsid w:val="00215382"/>
    <w:rsid w:val="002155C5"/>
    <w:rsid w:val="00225172"/>
    <w:rsid w:val="002401E8"/>
    <w:rsid w:val="002403D7"/>
    <w:rsid w:val="0024234A"/>
    <w:rsid w:val="00242CFD"/>
    <w:rsid w:val="00250730"/>
    <w:rsid w:val="00253103"/>
    <w:rsid w:val="002531D0"/>
    <w:rsid w:val="00255A87"/>
    <w:rsid w:val="00263F72"/>
    <w:rsid w:val="002641F5"/>
    <w:rsid w:val="002726A3"/>
    <w:rsid w:val="002732AA"/>
    <w:rsid w:val="00281D3E"/>
    <w:rsid w:val="002A1036"/>
    <w:rsid w:val="002B06C5"/>
    <w:rsid w:val="002D4D27"/>
    <w:rsid w:val="002D5009"/>
    <w:rsid w:val="002D6251"/>
    <w:rsid w:val="002E0B5D"/>
    <w:rsid w:val="002E0EF7"/>
    <w:rsid w:val="002E20C9"/>
    <w:rsid w:val="002E2C1D"/>
    <w:rsid w:val="002E3472"/>
    <w:rsid w:val="002F07BC"/>
    <w:rsid w:val="00300E09"/>
    <w:rsid w:val="003073D3"/>
    <w:rsid w:val="00310363"/>
    <w:rsid w:val="003127FB"/>
    <w:rsid w:val="003203E0"/>
    <w:rsid w:val="00321320"/>
    <w:rsid w:val="00327200"/>
    <w:rsid w:val="0033388C"/>
    <w:rsid w:val="00335CBC"/>
    <w:rsid w:val="0033602D"/>
    <w:rsid w:val="00344705"/>
    <w:rsid w:val="003467AE"/>
    <w:rsid w:val="003551E2"/>
    <w:rsid w:val="00355CFA"/>
    <w:rsid w:val="00357C22"/>
    <w:rsid w:val="00364590"/>
    <w:rsid w:val="00364C0F"/>
    <w:rsid w:val="00365F2B"/>
    <w:rsid w:val="00381AE8"/>
    <w:rsid w:val="00382D66"/>
    <w:rsid w:val="003A0ECE"/>
    <w:rsid w:val="003B6F35"/>
    <w:rsid w:val="003C3F52"/>
    <w:rsid w:val="003C651D"/>
    <w:rsid w:val="003C6D6C"/>
    <w:rsid w:val="003E385C"/>
    <w:rsid w:val="003E61D3"/>
    <w:rsid w:val="003F5996"/>
    <w:rsid w:val="004170C1"/>
    <w:rsid w:val="00420824"/>
    <w:rsid w:val="0042216B"/>
    <w:rsid w:val="00430FA1"/>
    <w:rsid w:val="004376C7"/>
    <w:rsid w:val="00445A99"/>
    <w:rsid w:val="00462CC6"/>
    <w:rsid w:val="00465F2D"/>
    <w:rsid w:val="00470107"/>
    <w:rsid w:val="00477955"/>
    <w:rsid w:val="00491AD7"/>
    <w:rsid w:val="00494657"/>
    <w:rsid w:val="00496FB0"/>
    <w:rsid w:val="004A1981"/>
    <w:rsid w:val="004B2FB0"/>
    <w:rsid w:val="004B3B7C"/>
    <w:rsid w:val="004B3CBC"/>
    <w:rsid w:val="004D1D70"/>
    <w:rsid w:val="004D4471"/>
    <w:rsid w:val="004D7EDA"/>
    <w:rsid w:val="004E4BEF"/>
    <w:rsid w:val="004E5DD5"/>
    <w:rsid w:val="004F5104"/>
    <w:rsid w:val="0050379B"/>
    <w:rsid w:val="005267E5"/>
    <w:rsid w:val="00532D2F"/>
    <w:rsid w:val="00552D94"/>
    <w:rsid w:val="00581E38"/>
    <w:rsid w:val="00582590"/>
    <w:rsid w:val="00584289"/>
    <w:rsid w:val="00585B08"/>
    <w:rsid w:val="005A217D"/>
    <w:rsid w:val="005A513D"/>
    <w:rsid w:val="005A710F"/>
    <w:rsid w:val="005B1C18"/>
    <w:rsid w:val="005C24D9"/>
    <w:rsid w:val="005E3618"/>
    <w:rsid w:val="005E5779"/>
    <w:rsid w:val="005F5E38"/>
    <w:rsid w:val="00605698"/>
    <w:rsid w:val="00605B27"/>
    <w:rsid w:val="006069F4"/>
    <w:rsid w:val="00606E41"/>
    <w:rsid w:val="00615EB0"/>
    <w:rsid w:val="00620192"/>
    <w:rsid w:val="00623735"/>
    <w:rsid w:val="00625192"/>
    <w:rsid w:val="0062642C"/>
    <w:rsid w:val="00627953"/>
    <w:rsid w:val="00631A8A"/>
    <w:rsid w:val="0063780B"/>
    <w:rsid w:val="00643BDB"/>
    <w:rsid w:val="006466E4"/>
    <w:rsid w:val="00657B6F"/>
    <w:rsid w:val="0066463C"/>
    <w:rsid w:val="006677D0"/>
    <w:rsid w:val="006736DE"/>
    <w:rsid w:val="00675C6D"/>
    <w:rsid w:val="0068042E"/>
    <w:rsid w:val="00690198"/>
    <w:rsid w:val="006A27A9"/>
    <w:rsid w:val="006B28B7"/>
    <w:rsid w:val="006B5553"/>
    <w:rsid w:val="006C3668"/>
    <w:rsid w:val="006C743E"/>
    <w:rsid w:val="006E586A"/>
    <w:rsid w:val="006F11F1"/>
    <w:rsid w:val="006F595A"/>
    <w:rsid w:val="00702CEE"/>
    <w:rsid w:val="00704301"/>
    <w:rsid w:val="0070500B"/>
    <w:rsid w:val="00730275"/>
    <w:rsid w:val="00750948"/>
    <w:rsid w:val="00750B34"/>
    <w:rsid w:val="00755DE3"/>
    <w:rsid w:val="00765D62"/>
    <w:rsid w:val="00767DAB"/>
    <w:rsid w:val="00770EFD"/>
    <w:rsid w:val="0077377F"/>
    <w:rsid w:val="00775AD3"/>
    <w:rsid w:val="00782839"/>
    <w:rsid w:val="007860BC"/>
    <w:rsid w:val="007870BE"/>
    <w:rsid w:val="0079645A"/>
    <w:rsid w:val="007A0E84"/>
    <w:rsid w:val="007A2F74"/>
    <w:rsid w:val="007A7FE6"/>
    <w:rsid w:val="007B0DCC"/>
    <w:rsid w:val="007C2201"/>
    <w:rsid w:val="007C45AD"/>
    <w:rsid w:val="007C6F7A"/>
    <w:rsid w:val="007C7A5C"/>
    <w:rsid w:val="007D52CC"/>
    <w:rsid w:val="007E19D5"/>
    <w:rsid w:val="007F05EB"/>
    <w:rsid w:val="007F2810"/>
    <w:rsid w:val="0080070E"/>
    <w:rsid w:val="0080593B"/>
    <w:rsid w:val="00812A56"/>
    <w:rsid w:val="00820D09"/>
    <w:rsid w:val="0082604D"/>
    <w:rsid w:val="00826D94"/>
    <w:rsid w:val="00827163"/>
    <w:rsid w:val="0083430B"/>
    <w:rsid w:val="00840780"/>
    <w:rsid w:val="00845E6D"/>
    <w:rsid w:val="008541B7"/>
    <w:rsid w:val="0085541B"/>
    <w:rsid w:val="00860DCD"/>
    <w:rsid w:val="0086205E"/>
    <w:rsid w:val="0087457A"/>
    <w:rsid w:val="008753E8"/>
    <w:rsid w:val="008759E3"/>
    <w:rsid w:val="008A6138"/>
    <w:rsid w:val="008B2F66"/>
    <w:rsid w:val="008C5B01"/>
    <w:rsid w:val="008D2D2A"/>
    <w:rsid w:val="008D3667"/>
    <w:rsid w:val="008F2A05"/>
    <w:rsid w:val="00901652"/>
    <w:rsid w:val="00911735"/>
    <w:rsid w:val="0091258F"/>
    <w:rsid w:val="00912BDF"/>
    <w:rsid w:val="00921930"/>
    <w:rsid w:val="00926283"/>
    <w:rsid w:val="009303BE"/>
    <w:rsid w:val="00930BE5"/>
    <w:rsid w:val="009425BC"/>
    <w:rsid w:val="009544B2"/>
    <w:rsid w:val="00962A66"/>
    <w:rsid w:val="00963ABE"/>
    <w:rsid w:val="00985ACA"/>
    <w:rsid w:val="00986752"/>
    <w:rsid w:val="00992B14"/>
    <w:rsid w:val="009959DF"/>
    <w:rsid w:val="009A0457"/>
    <w:rsid w:val="009A0F67"/>
    <w:rsid w:val="009B0DB5"/>
    <w:rsid w:val="009B2A88"/>
    <w:rsid w:val="009D38F3"/>
    <w:rsid w:val="009D6ED0"/>
    <w:rsid w:val="009E181A"/>
    <w:rsid w:val="00A04EE1"/>
    <w:rsid w:val="00A114C3"/>
    <w:rsid w:val="00A17109"/>
    <w:rsid w:val="00A17AC3"/>
    <w:rsid w:val="00A17E2A"/>
    <w:rsid w:val="00A25DC6"/>
    <w:rsid w:val="00A27416"/>
    <w:rsid w:val="00A33A60"/>
    <w:rsid w:val="00A35B1E"/>
    <w:rsid w:val="00A43A3D"/>
    <w:rsid w:val="00A51C44"/>
    <w:rsid w:val="00A53DCD"/>
    <w:rsid w:val="00A649D1"/>
    <w:rsid w:val="00A65739"/>
    <w:rsid w:val="00A837AB"/>
    <w:rsid w:val="00A83FDD"/>
    <w:rsid w:val="00A857C8"/>
    <w:rsid w:val="00A93F3D"/>
    <w:rsid w:val="00A94466"/>
    <w:rsid w:val="00A96E89"/>
    <w:rsid w:val="00AE1639"/>
    <w:rsid w:val="00AE6B50"/>
    <w:rsid w:val="00AE7044"/>
    <w:rsid w:val="00AF1A5D"/>
    <w:rsid w:val="00AF6389"/>
    <w:rsid w:val="00B03164"/>
    <w:rsid w:val="00B05AE2"/>
    <w:rsid w:val="00B11D32"/>
    <w:rsid w:val="00B17AE2"/>
    <w:rsid w:val="00B33B98"/>
    <w:rsid w:val="00B34378"/>
    <w:rsid w:val="00B4021D"/>
    <w:rsid w:val="00B60081"/>
    <w:rsid w:val="00B64CC9"/>
    <w:rsid w:val="00B64F5C"/>
    <w:rsid w:val="00B65E8C"/>
    <w:rsid w:val="00B664C0"/>
    <w:rsid w:val="00B76967"/>
    <w:rsid w:val="00B93C2E"/>
    <w:rsid w:val="00BA3B23"/>
    <w:rsid w:val="00BA45D4"/>
    <w:rsid w:val="00BB7AC8"/>
    <w:rsid w:val="00BD14A4"/>
    <w:rsid w:val="00BE07EA"/>
    <w:rsid w:val="00BE6355"/>
    <w:rsid w:val="00BE7935"/>
    <w:rsid w:val="00BF0E4C"/>
    <w:rsid w:val="00C0020C"/>
    <w:rsid w:val="00C34030"/>
    <w:rsid w:val="00C34D74"/>
    <w:rsid w:val="00C53640"/>
    <w:rsid w:val="00C56F6D"/>
    <w:rsid w:val="00C66DDF"/>
    <w:rsid w:val="00C712AC"/>
    <w:rsid w:val="00C81E7E"/>
    <w:rsid w:val="00C86912"/>
    <w:rsid w:val="00C86C12"/>
    <w:rsid w:val="00C86E8D"/>
    <w:rsid w:val="00C95ABD"/>
    <w:rsid w:val="00C966E8"/>
    <w:rsid w:val="00CA4C43"/>
    <w:rsid w:val="00CA5CA0"/>
    <w:rsid w:val="00CB0738"/>
    <w:rsid w:val="00CB0FEA"/>
    <w:rsid w:val="00CB31D7"/>
    <w:rsid w:val="00CC0D04"/>
    <w:rsid w:val="00CC0E78"/>
    <w:rsid w:val="00CE4916"/>
    <w:rsid w:val="00CE5616"/>
    <w:rsid w:val="00CE6729"/>
    <w:rsid w:val="00CE6E1D"/>
    <w:rsid w:val="00CE70B7"/>
    <w:rsid w:val="00CF269E"/>
    <w:rsid w:val="00CF588B"/>
    <w:rsid w:val="00CF5F86"/>
    <w:rsid w:val="00D00B63"/>
    <w:rsid w:val="00D0223D"/>
    <w:rsid w:val="00D04B95"/>
    <w:rsid w:val="00D100C4"/>
    <w:rsid w:val="00D13F55"/>
    <w:rsid w:val="00D25D80"/>
    <w:rsid w:val="00D30B1A"/>
    <w:rsid w:val="00D343E0"/>
    <w:rsid w:val="00D35FED"/>
    <w:rsid w:val="00D42134"/>
    <w:rsid w:val="00D4458D"/>
    <w:rsid w:val="00D51ED4"/>
    <w:rsid w:val="00D52B32"/>
    <w:rsid w:val="00D8006E"/>
    <w:rsid w:val="00D879EE"/>
    <w:rsid w:val="00D902BD"/>
    <w:rsid w:val="00DB0C5D"/>
    <w:rsid w:val="00DB17D9"/>
    <w:rsid w:val="00DC1B92"/>
    <w:rsid w:val="00DC2EE4"/>
    <w:rsid w:val="00DC7B15"/>
    <w:rsid w:val="00DD4B26"/>
    <w:rsid w:val="00DF283A"/>
    <w:rsid w:val="00DF2D6D"/>
    <w:rsid w:val="00DF3E13"/>
    <w:rsid w:val="00E10024"/>
    <w:rsid w:val="00E2366F"/>
    <w:rsid w:val="00E23C4F"/>
    <w:rsid w:val="00E26E2E"/>
    <w:rsid w:val="00E27A09"/>
    <w:rsid w:val="00E3309F"/>
    <w:rsid w:val="00E35920"/>
    <w:rsid w:val="00E366A1"/>
    <w:rsid w:val="00E3783E"/>
    <w:rsid w:val="00E43B45"/>
    <w:rsid w:val="00E47970"/>
    <w:rsid w:val="00E47D1C"/>
    <w:rsid w:val="00E54332"/>
    <w:rsid w:val="00E6200E"/>
    <w:rsid w:val="00E71487"/>
    <w:rsid w:val="00E72144"/>
    <w:rsid w:val="00E84486"/>
    <w:rsid w:val="00E9115C"/>
    <w:rsid w:val="00E94F8A"/>
    <w:rsid w:val="00EB5167"/>
    <w:rsid w:val="00EB79F8"/>
    <w:rsid w:val="00EC15EB"/>
    <w:rsid w:val="00EC41A5"/>
    <w:rsid w:val="00EC50AF"/>
    <w:rsid w:val="00EC6F44"/>
    <w:rsid w:val="00ED26F8"/>
    <w:rsid w:val="00ED4638"/>
    <w:rsid w:val="00ED64B8"/>
    <w:rsid w:val="00F30F4E"/>
    <w:rsid w:val="00F400F4"/>
    <w:rsid w:val="00F4474E"/>
    <w:rsid w:val="00F50474"/>
    <w:rsid w:val="00F629CC"/>
    <w:rsid w:val="00F67A7C"/>
    <w:rsid w:val="00F7500D"/>
    <w:rsid w:val="00F75059"/>
    <w:rsid w:val="00F87519"/>
    <w:rsid w:val="00F94E63"/>
    <w:rsid w:val="00F966B4"/>
    <w:rsid w:val="00FA395B"/>
    <w:rsid w:val="00FA7191"/>
    <w:rsid w:val="00FC0064"/>
    <w:rsid w:val="00FC2567"/>
    <w:rsid w:val="00FC4531"/>
    <w:rsid w:val="00FD02B6"/>
    <w:rsid w:val="00FD2413"/>
    <w:rsid w:val="00FD493A"/>
    <w:rsid w:val="00FE3E1F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21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5Char">
    <w:name w:val="Heading 5 Char"/>
    <w:basedOn w:val="DefaultParagraphFont"/>
    <w:link w:val="Heading5"/>
    <w:semiHidden/>
    <w:rsid w:val="0032132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a.Ahman@elektrilevi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pordiamet.ee/taotlused-blanketid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b26cfae2-896d-4b28-b137-ca165e62419a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12271781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2</Pages>
  <Words>350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3</cp:revision>
  <cp:lastPrinted>2025-04-15T10:05:00Z</cp:lastPrinted>
  <dcterms:created xsi:type="dcterms:W3CDTF">2025-08-06T12:04:00Z</dcterms:created>
  <dcterms:modified xsi:type="dcterms:W3CDTF">2025-08-06T12:07:00Z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